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06BCD618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21734C">
        <w:rPr>
          <w:caps/>
          <w:sz w:val="40"/>
          <w:szCs w:val="40"/>
        </w:rPr>
        <w:t>11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4A51D6E8" w14:textId="54DE1ED6" w:rsidR="00816BAD" w:rsidRPr="00AE6152" w:rsidRDefault="00431CD9" w:rsidP="00816BAD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816BAD" w:rsidRPr="001950E8">
        <w:rPr>
          <w:caps/>
          <w:sz w:val="40"/>
        </w:rPr>
        <w:t xml:space="preserve">část </w:t>
      </w:r>
      <w:proofErr w:type="gramStart"/>
      <w:r w:rsidR="0021734C">
        <w:rPr>
          <w:caps/>
          <w:sz w:val="40"/>
        </w:rPr>
        <w:t>11</w:t>
      </w:r>
      <w:r w:rsidR="00816BAD">
        <w:rPr>
          <w:caps/>
          <w:sz w:val="40"/>
        </w:rPr>
        <w:t xml:space="preserve">  -</w:t>
      </w:r>
      <w:proofErr w:type="gramEnd"/>
      <w:r w:rsidR="00816BAD">
        <w:rPr>
          <w:caps/>
          <w:sz w:val="40"/>
        </w:rPr>
        <w:t xml:space="preserve"> </w:t>
      </w:r>
      <w:r w:rsidR="005D4DC2">
        <w:rPr>
          <w:caps/>
          <w:sz w:val="40"/>
        </w:rPr>
        <w:t>předehřívací komora</w:t>
      </w:r>
    </w:p>
    <w:p w14:paraId="30F89050" w14:textId="40AE64E3" w:rsidR="004D4390" w:rsidRPr="00AE6152" w:rsidRDefault="004D4390" w:rsidP="004D4390">
      <w:pPr>
        <w:pStyle w:val="Nzev"/>
        <w:spacing w:line="276" w:lineRule="auto"/>
        <w:rPr>
          <w:caps/>
          <w:sz w:val="40"/>
        </w:rPr>
      </w:pP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 xml:space="preserve">Kűmpers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lastRenderedPageBreak/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74D6F3D0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2B470D">
        <w:rPr>
          <w:rFonts w:asciiTheme="majorHAnsi" w:hAnsiTheme="majorHAnsi" w:cstheme="majorHAnsi"/>
          <w:b/>
          <w:bCs/>
        </w:rPr>
        <w:t>3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708B48BD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2B470D">
        <w:rPr>
          <w:rFonts w:asciiTheme="majorHAnsi" w:hAnsiTheme="majorHAnsi" w:cstheme="majorHAnsi"/>
          <w:b/>
          <w:bCs/>
        </w:rPr>
        <w:t>3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4D2E0E1" w14:textId="00620AB6" w:rsidR="003C60BE" w:rsidRPr="003C60BE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5D4DC2">
        <w:rPr>
          <w:rFonts w:asciiTheme="majorHAnsi" w:hAnsiTheme="majorHAnsi" w:cstheme="majorHAnsi"/>
          <w:b/>
          <w:lang w:eastAsia="x-none"/>
        </w:rPr>
        <w:t>11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FF50AC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3D4AAE10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721DE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015F6A63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2B470D">
        <w:rPr>
          <w:rFonts w:asciiTheme="majorHAnsi" w:hAnsiTheme="majorHAnsi" w:cstheme="majorBidi"/>
          <w:b/>
          <w:bCs/>
        </w:rPr>
        <w:t>3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489F68AA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2B470D">
        <w:rPr>
          <w:rFonts w:asciiTheme="majorHAnsi" w:hAnsiTheme="majorHAnsi" w:cstheme="majorBidi"/>
          <w:b/>
          <w:bCs/>
        </w:rPr>
        <w:t>11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98302" w14:textId="77777777" w:rsidR="00AA0B17" w:rsidRDefault="00AA0B17" w:rsidP="002C4725">
      <w:pPr>
        <w:spacing w:after="0" w:line="240" w:lineRule="auto"/>
      </w:pPr>
      <w:r>
        <w:separator/>
      </w:r>
    </w:p>
  </w:endnote>
  <w:endnote w:type="continuationSeparator" w:id="0">
    <w:p w14:paraId="2515F93B" w14:textId="77777777" w:rsidR="00AA0B17" w:rsidRDefault="00AA0B17" w:rsidP="002C4725">
      <w:pPr>
        <w:spacing w:after="0" w:line="240" w:lineRule="auto"/>
      </w:pPr>
      <w:r>
        <w:continuationSeparator/>
      </w:r>
    </w:p>
  </w:endnote>
  <w:endnote w:type="continuationNotice" w:id="1">
    <w:p w14:paraId="43CAD159" w14:textId="77777777" w:rsidR="00AA0B17" w:rsidRDefault="00AA0B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C282E" w14:textId="77777777" w:rsidR="00AA0B17" w:rsidRDefault="00AA0B17" w:rsidP="002C4725">
      <w:pPr>
        <w:spacing w:after="0" w:line="240" w:lineRule="auto"/>
      </w:pPr>
      <w:r>
        <w:separator/>
      </w:r>
    </w:p>
  </w:footnote>
  <w:footnote w:type="continuationSeparator" w:id="0">
    <w:p w14:paraId="6CA7018A" w14:textId="77777777" w:rsidR="00AA0B17" w:rsidRDefault="00AA0B17" w:rsidP="002C4725">
      <w:pPr>
        <w:spacing w:after="0" w:line="240" w:lineRule="auto"/>
      </w:pPr>
      <w:r>
        <w:continuationSeparator/>
      </w:r>
    </w:p>
  </w:footnote>
  <w:footnote w:type="continuationNotice" w:id="1">
    <w:p w14:paraId="4D4C3357" w14:textId="77777777" w:rsidR="00AA0B17" w:rsidRDefault="00AA0B17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0u+JN9OyoRqgASNRCdSUKdyIhzad6cxl5dddSgQzSW89ZuD8vQesjZivaWwOG2PSpP/OuisWUZ0vQAsoLCKGig==" w:salt="H07uiEZpgBwCmXGJgZ+PZ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3A57"/>
    <w:rsid w:val="000A4050"/>
    <w:rsid w:val="000A6731"/>
    <w:rsid w:val="000B371D"/>
    <w:rsid w:val="000B42C0"/>
    <w:rsid w:val="000B49DE"/>
    <w:rsid w:val="000C6BE7"/>
    <w:rsid w:val="000D2A54"/>
    <w:rsid w:val="000D388A"/>
    <w:rsid w:val="000D3E20"/>
    <w:rsid w:val="000F2439"/>
    <w:rsid w:val="0010582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1E0B2E"/>
    <w:rsid w:val="00202740"/>
    <w:rsid w:val="002063E8"/>
    <w:rsid w:val="0021734C"/>
    <w:rsid w:val="0022176A"/>
    <w:rsid w:val="00221888"/>
    <w:rsid w:val="00237321"/>
    <w:rsid w:val="00247720"/>
    <w:rsid w:val="00252D42"/>
    <w:rsid w:val="00255DFD"/>
    <w:rsid w:val="00267824"/>
    <w:rsid w:val="00273B04"/>
    <w:rsid w:val="00274CEF"/>
    <w:rsid w:val="00282BE6"/>
    <w:rsid w:val="00294F6E"/>
    <w:rsid w:val="002A2DF0"/>
    <w:rsid w:val="002B0EEC"/>
    <w:rsid w:val="002B29FD"/>
    <w:rsid w:val="002B470D"/>
    <w:rsid w:val="002B6461"/>
    <w:rsid w:val="002C4725"/>
    <w:rsid w:val="002D727F"/>
    <w:rsid w:val="002D72C7"/>
    <w:rsid w:val="002E0A14"/>
    <w:rsid w:val="002F739C"/>
    <w:rsid w:val="003006F3"/>
    <w:rsid w:val="00316023"/>
    <w:rsid w:val="00324A1A"/>
    <w:rsid w:val="00351A75"/>
    <w:rsid w:val="00354D67"/>
    <w:rsid w:val="00360120"/>
    <w:rsid w:val="003823F4"/>
    <w:rsid w:val="00383BC2"/>
    <w:rsid w:val="00393720"/>
    <w:rsid w:val="003B764B"/>
    <w:rsid w:val="003C60BE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3E69"/>
    <w:rsid w:val="00435062"/>
    <w:rsid w:val="004369B1"/>
    <w:rsid w:val="00446566"/>
    <w:rsid w:val="004477CC"/>
    <w:rsid w:val="004524C6"/>
    <w:rsid w:val="00455270"/>
    <w:rsid w:val="00474F9E"/>
    <w:rsid w:val="004750C4"/>
    <w:rsid w:val="00476C99"/>
    <w:rsid w:val="00490355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C5078"/>
    <w:rsid w:val="005D4DC2"/>
    <w:rsid w:val="005D53C2"/>
    <w:rsid w:val="005E7A63"/>
    <w:rsid w:val="005F0FEB"/>
    <w:rsid w:val="005F285C"/>
    <w:rsid w:val="005F4A40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5CA4"/>
    <w:rsid w:val="00686888"/>
    <w:rsid w:val="00694C0A"/>
    <w:rsid w:val="006A1A12"/>
    <w:rsid w:val="006A51E9"/>
    <w:rsid w:val="006A6443"/>
    <w:rsid w:val="006C1405"/>
    <w:rsid w:val="006C5D07"/>
    <w:rsid w:val="006C64E7"/>
    <w:rsid w:val="006D1666"/>
    <w:rsid w:val="006D355A"/>
    <w:rsid w:val="006E2333"/>
    <w:rsid w:val="006E2B73"/>
    <w:rsid w:val="006E7292"/>
    <w:rsid w:val="006F0BE4"/>
    <w:rsid w:val="006F6CFC"/>
    <w:rsid w:val="007074B6"/>
    <w:rsid w:val="00721DE7"/>
    <w:rsid w:val="00722CDE"/>
    <w:rsid w:val="007244DA"/>
    <w:rsid w:val="007252F1"/>
    <w:rsid w:val="0072742B"/>
    <w:rsid w:val="00733E7C"/>
    <w:rsid w:val="0074190B"/>
    <w:rsid w:val="00742F65"/>
    <w:rsid w:val="007442A1"/>
    <w:rsid w:val="00757578"/>
    <w:rsid w:val="00763788"/>
    <w:rsid w:val="00775992"/>
    <w:rsid w:val="00777834"/>
    <w:rsid w:val="00781689"/>
    <w:rsid w:val="00781D4B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72E47"/>
    <w:rsid w:val="00876F33"/>
    <w:rsid w:val="008A269E"/>
    <w:rsid w:val="008C45B9"/>
    <w:rsid w:val="008D219E"/>
    <w:rsid w:val="008D3087"/>
    <w:rsid w:val="008F090D"/>
    <w:rsid w:val="008F182C"/>
    <w:rsid w:val="008F3E3E"/>
    <w:rsid w:val="00917068"/>
    <w:rsid w:val="0092128C"/>
    <w:rsid w:val="0092668F"/>
    <w:rsid w:val="00942590"/>
    <w:rsid w:val="0094318A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43EF0"/>
    <w:rsid w:val="00A46404"/>
    <w:rsid w:val="00A62D50"/>
    <w:rsid w:val="00A77BFA"/>
    <w:rsid w:val="00A805D1"/>
    <w:rsid w:val="00A87536"/>
    <w:rsid w:val="00AA0B17"/>
    <w:rsid w:val="00AA6A07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65B77"/>
    <w:rsid w:val="00B90639"/>
    <w:rsid w:val="00BA141F"/>
    <w:rsid w:val="00BA22F1"/>
    <w:rsid w:val="00BA239A"/>
    <w:rsid w:val="00BA245E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1B4F"/>
    <w:rsid w:val="00D22DCA"/>
    <w:rsid w:val="00D22FB7"/>
    <w:rsid w:val="00D31E86"/>
    <w:rsid w:val="00D35963"/>
    <w:rsid w:val="00D41F6D"/>
    <w:rsid w:val="00D4482A"/>
    <w:rsid w:val="00D500A5"/>
    <w:rsid w:val="00D57444"/>
    <w:rsid w:val="00D63539"/>
    <w:rsid w:val="00D65A21"/>
    <w:rsid w:val="00D72C57"/>
    <w:rsid w:val="00D946F7"/>
    <w:rsid w:val="00DA2467"/>
    <w:rsid w:val="00DB6E05"/>
    <w:rsid w:val="00DD01E9"/>
    <w:rsid w:val="00DD2761"/>
    <w:rsid w:val="00DD3120"/>
    <w:rsid w:val="00DD43A9"/>
    <w:rsid w:val="00E07475"/>
    <w:rsid w:val="00E12375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914"/>
    <w:rsid w:val="00F17C54"/>
    <w:rsid w:val="00F27274"/>
    <w:rsid w:val="00F27A8E"/>
    <w:rsid w:val="00F31346"/>
    <w:rsid w:val="00F6706F"/>
    <w:rsid w:val="00F71416"/>
    <w:rsid w:val="00F72D7A"/>
    <w:rsid w:val="00F75FEB"/>
    <w:rsid w:val="00F76B2F"/>
    <w:rsid w:val="00F84153"/>
    <w:rsid w:val="00F866F9"/>
    <w:rsid w:val="00FD2D92"/>
    <w:rsid w:val="00FE052F"/>
    <w:rsid w:val="00FF50AC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294F6E"/>
    <w:rsid w:val="0034076C"/>
    <w:rsid w:val="0034152F"/>
    <w:rsid w:val="00431516"/>
    <w:rsid w:val="00433E69"/>
    <w:rsid w:val="004A650F"/>
    <w:rsid w:val="004E4ED8"/>
    <w:rsid w:val="0050088E"/>
    <w:rsid w:val="005830F2"/>
    <w:rsid w:val="005F0D44"/>
    <w:rsid w:val="0061620D"/>
    <w:rsid w:val="006A1A12"/>
    <w:rsid w:val="006E0974"/>
    <w:rsid w:val="00727E9C"/>
    <w:rsid w:val="007679DF"/>
    <w:rsid w:val="007B6520"/>
    <w:rsid w:val="007C3747"/>
    <w:rsid w:val="007C5CD9"/>
    <w:rsid w:val="00842923"/>
    <w:rsid w:val="00864EF4"/>
    <w:rsid w:val="00A549CD"/>
    <w:rsid w:val="00A86867"/>
    <w:rsid w:val="00B076B3"/>
    <w:rsid w:val="00B479F3"/>
    <w:rsid w:val="00B73FFE"/>
    <w:rsid w:val="00B90639"/>
    <w:rsid w:val="00C770A2"/>
    <w:rsid w:val="00D02501"/>
    <w:rsid w:val="00D37971"/>
    <w:rsid w:val="00D61302"/>
    <w:rsid w:val="00D708F6"/>
    <w:rsid w:val="00D946F7"/>
    <w:rsid w:val="00E12375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5</TotalTime>
  <Pages>1</Pages>
  <Words>1079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10</cp:revision>
  <cp:lastPrinted>2019-12-09T09:19:00Z</cp:lastPrinted>
  <dcterms:created xsi:type="dcterms:W3CDTF">2025-01-25T14:39:00Z</dcterms:created>
  <dcterms:modified xsi:type="dcterms:W3CDTF">2025-02-20T08:53:00Z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